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726C0918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0E6E0B">
        <w:rPr>
          <w:rFonts w:ascii="Arial" w:hAnsi="Arial" w:cs="Arial"/>
        </w:rPr>
        <w:t>.5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540B8657" w:rsidR="00140C27" w:rsidRPr="009678A3" w:rsidRDefault="0031651E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</w:rPr>
              <w:t>dla uczniów i uczennic w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</w:rPr>
              <w:t>Postaw na kwalifikacje</w:t>
            </w:r>
            <w:r w:rsidRPr="009678A3">
              <w:rPr>
                <w:rFonts w:ascii="Arial" w:hAnsi="Arial" w:cs="Arial"/>
                <w:b/>
              </w:rPr>
              <w:t>" – z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podziałem na</w:t>
            </w:r>
            <w:r>
              <w:rPr>
                <w:rFonts w:ascii="Arial" w:hAnsi="Arial" w:cs="Arial"/>
                <w:b/>
              </w:rPr>
              <w:t xml:space="preserve"> V </w:t>
            </w:r>
            <w:r w:rsidRPr="009678A3">
              <w:rPr>
                <w:rFonts w:ascii="Arial" w:hAnsi="Arial" w:cs="Arial"/>
                <w:b/>
              </w:rPr>
              <w:t>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0B58A2FB" w:rsidR="008C7E95" w:rsidRPr="009678A3" w:rsidRDefault="00602E13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</w:rPr>
              <w:t>DG.2720.1.2026/PNK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471EF798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493B964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016468B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56CA720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27CFB2C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72FB3345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9150106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1651E">
        <w:rPr>
          <w:rFonts w:ascii="Arial" w:hAnsi="Arial" w:cs="Arial"/>
          <w:b/>
          <w:iCs/>
          <w:color w:val="000000"/>
          <w:kern w:val="1"/>
        </w:rPr>
        <w:t>Dostawa wyposażenia do </w:t>
      </w:r>
      <w:r w:rsidR="0031651E" w:rsidRPr="002425EF">
        <w:rPr>
          <w:rFonts w:ascii="Arial" w:hAnsi="Arial" w:cs="Arial"/>
          <w:b/>
          <w:iCs/>
          <w:color w:val="000000"/>
          <w:kern w:val="1"/>
        </w:rPr>
        <w:t>pracowni</w:t>
      </w:r>
      <w:r w:rsidR="0031651E" w:rsidRPr="00872CEF">
        <w:rPr>
          <w:rFonts w:asciiTheme="minorHAnsi" w:hAnsiTheme="minorHAnsi" w:cstheme="minorHAnsi"/>
          <w:bCs/>
          <w:iCs/>
          <w:color w:val="000000"/>
          <w:kern w:val="1"/>
        </w:rPr>
        <w:t xml:space="preserve"> </w:t>
      </w:r>
      <w:r w:rsidR="0031651E" w:rsidRPr="009678A3">
        <w:rPr>
          <w:rFonts w:ascii="Arial" w:hAnsi="Arial" w:cs="Arial"/>
          <w:b/>
        </w:rPr>
        <w:t>dla uczniów i uczennic w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ramach realizacji projektu "</w:t>
      </w:r>
      <w:r w:rsidR="0031651E">
        <w:rPr>
          <w:rFonts w:ascii="Arial" w:hAnsi="Arial" w:cs="Arial"/>
          <w:b/>
          <w:color w:val="000000"/>
          <w:kern w:val="1"/>
        </w:rPr>
        <w:t>Postaw na </w:t>
      </w:r>
      <w:r w:rsidR="0031651E" w:rsidRPr="009678A3">
        <w:rPr>
          <w:rFonts w:ascii="Arial" w:hAnsi="Arial" w:cs="Arial"/>
          <w:b/>
          <w:color w:val="000000"/>
          <w:kern w:val="1"/>
        </w:rPr>
        <w:t>kwalifikacje</w:t>
      </w:r>
      <w:r w:rsidR="0031651E" w:rsidRPr="009678A3">
        <w:rPr>
          <w:rFonts w:ascii="Arial" w:hAnsi="Arial" w:cs="Arial"/>
          <w:b/>
        </w:rPr>
        <w:t>" – z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podziałem na</w:t>
      </w:r>
      <w:r w:rsidR="0031651E">
        <w:rPr>
          <w:rFonts w:ascii="Arial" w:hAnsi="Arial" w:cs="Arial"/>
          <w:b/>
        </w:rPr>
        <w:t xml:space="preserve"> V </w:t>
      </w:r>
      <w:r w:rsidR="0031651E" w:rsidRPr="009678A3">
        <w:rPr>
          <w:rFonts w:ascii="Arial" w:hAnsi="Arial" w:cs="Arial"/>
          <w:b/>
        </w:rPr>
        <w:t>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6865F07A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017B8F">
        <w:rPr>
          <w:rFonts w:ascii="Arial" w:hAnsi="Arial" w:cs="Arial"/>
          <w:b/>
          <w:bCs/>
        </w:rPr>
        <w:t>V</w:t>
      </w:r>
      <w:r w:rsidR="004822BC">
        <w:rPr>
          <w:rFonts w:ascii="Arial" w:hAnsi="Arial" w:cs="Arial"/>
          <w:b/>
          <w:bCs/>
        </w:rPr>
        <w:t xml:space="preserve">: </w:t>
      </w:r>
      <w:r w:rsidR="00017B8F" w:rsidRPr="00017B8F">
        <w:rPr>
          <w:rFonts w:ascii="Arial" w:hAnsi="Arial" w:cs="Arial"/>
          <w:b/>
          <w:bCs/>
          <w:iCs/>
          <w:color w:val="000000"/>
          <w:kern w:val="1"/>
        </w:rPr>
        <w:t xml:space="preserve">Dostawa wyposażenia </w:t>
      </w:r>
      <w:r w:rsidR="00E430E4">
        <w:rPr>
          <w:rFonts w:ascii="Arial" w:hAnsi="Arial" w:cs="Arial"/>
          <w:b/>
          <w:bCs/>
          <w:iCs/>
          <w:color w:val="000000"/>
          <w:kern w:val="1"/>
        </w:rPr>
        <w:t>AGD</w:t>
      </w:r>
      <w:r w:rsidR="00017B8F" w:rsidRPr="00017B8F">
        <w:rPr>
          <w:rFonts w:ascii="Arial" w:hAnsi="Arial" w:cs="Arial"/>
          <w:b/>
          <w:bCs/>
          <w:iCs/>
          <w:color w:val="000000"/>
          <w:kern w:val="1"/>
        </w:rPr>
        <w:t xml:space="preserve"> do pracowni dla uczniów i 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4A65F7A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5C058A91" w:rsidR="0031651E" w:rsidRPr="00967919" w:rsidRDefault="00967919" w:rsidP="00554138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załącznik nr 1.5.1 do SWZ.</w:t>
      </w:r>
    </w:p>
    <w:p w14:paraId="0A784CD7" w14:textId="68845599" w:rsidR="0031651E" w:rsidRDefault="00F86476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792"/>
        <w:gridCol w:w="2126"/>
      </w:tblGrid>
      <w:tr w:rsidR="0031651E" w:rsidRPr="00D73E28" w14:paraId="12D6E12A" w14:textId="77777777" w:rsidTr="0031651E">
        <w:trPr>
          <w:trHeight w:val="83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maksymalny 36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ęcy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678A3">
      <w:pPr>
        <w:pStyle w:val="Akapitzlist"/>
        <w:numPr>
          <w:ilvl w:val="1"/>
          <w:numId w:val="2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678A3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1DBBC45D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780273FC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9678A3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9678A3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54138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54138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84FC2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5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98549560">
    <w:abstractNumId w:val="14"/>
  </w:num>
  <w:num w:numId="2" w16cid:durableId="576129749">
    <w:abstractNumId w:val="8"/>
  </w:num>
  <w:num w:numId="3" w16cid:durableId="1730496643">
    <w:abstractNumId w:val="12"/>
  </w:num>
  <w:num w:numId="4" w16cid:durableId="2112624721">
    <w:abstractNumId w:val="20"/>
  </w:num>
  <w:num w:numId="5" w16cid:durableId="10004979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875071">
    <w:abstractNumId w:val="11"/>
  </w:num>
  <w:num w:numId="7" w16cid:durableId="73823737">
    <w:abstractNumId w:val="4"/>
  </w:num>
  <w:num w:numId="8" w16cid:durableId="637687572">
    <w:abstractNumId w:val="16"/>
  </w:num>
  <w:num w:numId="9" w16cid:durableId="2101295114">
    <w:abstractNumId w:val="7"/>
  </w:num>
  <w:num w:numId="10" w16cid:durableId="1055087703">
    <w:abstractNumId w:val="17"/>
  </w:num>
  <w:num w:numId="11" w16cid:durableId="2045322867">
    <w:abstractNumId w:val="19"/>
  </w:num>
  <w:num w:numId="12" w16cid:durableId="1097210302">
    <w:abstractNumId w:val="3"/>
  </w:num>
  <w:num w:numId="13" w16cid:durableId="223643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2475181">
    <w:abstractNumId w:val="15"/>
  </w:num>
  <w:num w:numId="15" w16cid:durableId="1616864636">
    <w:abstractNumId w:val="1"/>
  </w:num>
  <w:num w:numId="16" w16cid:durableId="1698770800">
    <w:abstractNumId w:val="10"/>
  </w:num>
  <w:num w:numId="17" w16cid:durableId="1447314111">
    <w:abstractNumId w:val="0"/>
  </w:num>
  <w:num w:numId="18" w16cid:durableId="1987004235">
    <w:abstractNumId w:val="5"/>
  </w:num>
  <w:num w:numId="19" w16cid:durableId="1516579707">
    <w:abstractNumId w:val="6"/>
  </w:num>
  <w:num w:numId="20" w16cid:durableId="805247070">
    <w:abstractNumId w:val="9"/>
  </w:num>
  <w:num w:numId="21" w16cid:durableId="1020352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03A03"/>
    <w:rsid w:val="00017B8F"/>
    <w:rsid w:val="00025E59"/>
    <w:rsid w:val="000310B6"/>
    <w:rsid w:val="00050AC1"/>
    <w:rsid w:val="00077EBA"/>
    <w:rsid w:val="000A5CA8"/>
    <w:rsid w:val="000E262E"/>
    <w:rsid w:val="000E6E0B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45F5E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4138"/>
    <w:rsid w:val="005564F9"/>
    <w:rsid w:val="00563DC0"/>
    <w:rsid w:val="005722FE"/>
    <w:rsid w:val="00574A9C"/>
    <w:rsid w:val="005844F6"/>
    <w:rsid w:val="005D6DA1"/>
    <w:rsid w:val="005F6F5F"/>
    <w:rsid w:val="00602E13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33DEA"/>
    <w:rsid w:val="00780D4C"/>
    <w:rsid w:val="00791153"/>
    <w:rsid w:val="007D475B"/>
    <w:rsid w:val="007E331F"/>
    <w:rsid w:val="007F3E87"/>
    <w:rsid w:val="00814ACA"/>
    <w:rsid w:val="008179FB"/>
    <w:rsid w:val="008C5531"/>
    <w:rsid w:val="008C7E95"/>
    <w:rsid w:val="008D6F7F"/>
    <w:rsid w:val="008E600D"/>
    <w:rsid w:val="008E6C6E"/>
    <w:rsid w:val="0090012A"/>
    <w:rsid w:val="00920430"/>
    <w:rsid w:val="009312B4"/>
    <w:rsid w:val="00932E17"/>
    <w:rsid w:val="009569B2"/>
    <w:rsid w:val="009678A3"/>
    <w:rsid w:val="00967919"/>
    <w:rsid w:val="00974E72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42ED4"/>
    <w:rsid w:val="00B46DBA"/>
    <w:rsid w:val="00B47637"/>
    <w:rsid w:val="00B56BE6"/>
    <w:rsid w:val="00B756A1"/>
    <w:rsid w:val="00B86D25"/>
    <w:rsid w:val="00B87AFB"/>
    <w:rsid w:val="00B9086B"/>
    <w:rsid w:val="00B964C4"/>
    <w:rsid w:val="00BA1A65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430E4"/>
    <w:rsid w:val="00EA28A0"/>
    <w:rsid w:val="00EB7584"/>
    <w:rsid w:val="00ED4154"/>
    <w:rsid w:val="00EE1E0A"/>
    <w:rsid w:val="00EF1FDB"/>
    <w:rsid w:val="00F134D5"/>
    <w:rsid w:val="00F13EB5"/>
    <w:rsid w:val="00F25346"/>
    <w:rsid w:val="00F31EAC"/>
    <w:rsid w:val="00F45FD2"/>
    <w:rsid w:val="00F7377B"/>
    <w:rsid w:val="00F80E6E"/>
    <w:rsid w:val="00F855D6"/>
    <w:rsid w:val="00F8647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C00C5-8118-4236-8590-52F649E9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4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10</cp:revision>
  <cp:lastPrinted>2026-02-05T19:51:00Z</cp:lastPrinted>
  <dcterms:created xsi:type="dcterms:W3CDTF">2025-04-04T13:03:00Z</dcterms:created>
  <dcterms:modified xsi:type="dcterms:W3CDTF">2026-02-05T19:51:00Z</dcterms:modified>
</cp:coreProperties>
</file>